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Pr="00180E4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RPr="00180E4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Pr="00180E4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 w:rsidRPr="00180E44">
              <w:rPr>
                <w:lang w:val="en-GB"/>
              </w:rPr>
              <w:t>T</w:t>
            </w:r>
            <w:r w:rsidR="00B27652" w:rsidRPr="00180E44">
              <w:rPr>
                <w:lang w:val="en-GB"/>
              </w:rPr>
              <w:t>C250/SC7/</w:t>
            </w:r>
            <w:r w:rsidR="00E746A5" w:rsidRPr="00180E44">
              <w:rPr>
                <w:lang w:val="en-GB"/>
              </w:rPr>
              <w:t>EG0</w:t>
            </w:r>
            <w:r w:rsidR="00C016A0" w:rsidRPr="00180E44">
              <w:rPr>
                <w:lang w:val="en-GB"/>
              </w:rPr>
              <w:t xml:space="preserve"> </w:t>
            </w:r>
            <w:r w:rsidR="00DB5424" w:rsidRPr="00180E44">
              <w:rPr>
                <w:lang w:val="en-GB"/>
              </w:rPr>
              <w:t>Notes</w:t>
            </w:r>
          </w:p>
          <w:p w:rsidR="00900EB4" w:rsidRPr="00180E4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Pr="00180E44" w:rsidRDefault="00593B76" w:rsidP="00505A9A">
            <w:pPr>
              <w:pStyle w:val="MeetingInformation"/>
              <w:rPr>
                <w:lang w:val="en-GB"/>
              </w:rPr>
            </w:pPr>
            <w:r w:rsidRPr="00180E44">
              <w:rPr>
                <w:lang w:val="en-GB"/>
              </w:rPr>
              <w:t>1</w:t>
            </w:r>
            <w:r w:rsidR="00505A9A" w:rsidRPr="00180E44">
              <w:rPr>
                <w:lang w:val="en-GB"/>
              </w:rPr>
              <w:t>7</w:t>
            </w:r>
            <w:r w:rsidR="00550785" w:rsidRPr="00180E44">
              <w:rPr>
                <w:vertAlign w:val="superscript"/>
                <w:lang w:val="en-GB"/>
              </w:rPr>
              <w:t>th</w:t>
            </w:r>
            <w:r w:rsidR="00550785" w:rsidRPr="00180E44">
              <w:rPr>
                <w:lang w:val="en-GB"/>
              </w:rPr>
              <w:t xml:space="preserve"> </w:t>
            </w:r>
            <w:r w:rsidR="00910552" w:rsidRPr="00180E44">
              <w:rPr>
                <w:lang w:val="en-GB"/>
              </w:rPr>
              <w:t>Ju</w:t>
            </w:r>
            <w:r w:rsidR="00505A9A" w:rsidRPr="00180E44">
              <w:rPr>
                <w:lang w:val="en-GB"/>
              </w:rPr>
              <w:t>ly</w:t>
            </w:r>
            <w:r w:rsidRPr="00180E44">
              <w:rPr>
                <w:lang w:val="en-GB"/>
              </w:rPr>
              <w:t xml:space="preserve"> </w:t>
            </w:r>
            <w:r w:rsidR="00E746A5" w:rsidRPr="00180E44">
              <w:rPr>
                <w:lang w:val="en-GB"/>
              </w:rPr>
              <w:t>201</w:t>
            </w:r>
            <w:r w:rsidR="001642D5" w:rsidRPr="00180E44">
              <w:rPr>
                <w:lang w:val="en-GB"/>
              </w:rPr>
              <w:t>2</w:t>
            </w:r>
          </w:p>
        </w:tc>
      </w:tr>
      <w:tr w:rsidR="00900EB4" w:rsidRPr="00180E4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Pr="00180E4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Pr="00180E44" w:rsidRDefault="00940362" w:rsidP="00940362">
            <w:pPr>
              <w:pStyle w:val="MeetingInformation"/>
              <w:rPr>
                <w:lang w:val="en-GB"/>
              </w:rPr>
            </w:pPr>
            <w:r w:rsidRPr="00180E44">
              <w:rPr>
                <w:lang w:val="en-GB"/>
              </w:rPr>
              <w:t>09.00 GMT/</w:t>
            </w:r>
            <w:r w:rsidR="004E35AF" w:rsidRPr="00180E44">
              <w:rPr>
                <w:lang w:val="en-GB"/>
              </w:rPr>
              <w:t>1</w:t>
            </w:r>
            <w:r w:rsidRPr="00180E44">
              <w:rPr>
                <w:lang w:val="en-GB"/>
              </w:rPr>
              <w:t>0</w:t>
            </w:r>
            <w:r w:rsidR="00D9202B" w:rsidRPr="00180E44">
              <w:rPr>
                <w:lang w:val="en-GB"/>
              </w:rPr>
              <w:t>.00 CET</w:t>
            </w:r>
          </w:p>
        </w:tc>
      </w:tr>
      <w:tr w:rsidR="00900EB4" w:rsidRPr="00180E4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Pr="00180E4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Pr="00180E44" w:rsidRDefault="00B27652" w:rsidP="00B27652">
            <w:pPr>
              <w:pStyle w:val="MeetingInformation"/>
              <w:rPr>
                <w:lang w:val="en-GB"/>
              </w:rPr>
            </w:pPr>
            <w:r w:rsidRPr="00180E44">
              <w:rPr>
                <w:lang w:val="en-GB"/>
              </w:rPr>
              <w:t>Teleconference</w:t>
            </w:r>
          </w:p>
        </w:tc>
      </w:tr>
      <w:tr w:rsidR="00900EB4" w:rsidRPr="00180E4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Pr="00180E44" w:rsidRDefault="00900EB4">
            <w:pPr>
              <w:pStyle w:val="FieldLabel"/>
              <w:rPr>
                <w:lang w:val="en-GB"/>
              </w:rPr>
            </w:pPr>
            <w:r w:rsidRPr="00180E44"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Pr="00180E44" w:rsidRDefault="00B27652">
            <w:pPr>
              <w:pStyle w:val="FieldText"/>
              <w:rPr>
                <w:lang w:val="en-GB"/>
              </w:rPr>
            </w:pPr>
            <w:r w:rsidRPr="00180E44"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Pr="00180E44" w:rsidRDefault="002D7B9A" w:rsidP="002D7B9A">
            <w:pPr>
              <w:pStyle w:val="FieldLabel"/>
              <w:rPr>
                <w:lang w:val="en-GB"/>
              </w:rPr>
            </w:pPr>
            <w:r w:rsidRPr="00180E44">
              <w:rPr>
                <w:lang w:val="en-GB"/>
              </w:rPr>
              <w:t>Notes by</w:t>
            </w:r>
            <w:r w:rsidR="00900EB4" w:rsidRPr="00180E4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Pr="00180E44" w:rsidRDefault="00D651D6">
            <w:pPr>
              <w:pStyle w:val="FieldText"/>
              <w:rPr>
                <w:lang w:val="en-GB"/>
              </w:rPr>
            </w:pPr>
            <w:r w:rsidRPr="00180E44">
              <w:rPr>
                <w:lang w:val="en-GB"/>
              </w:rPr>
              <w:t>Mark Lurvink (</w:t>
            </w:r>
            <w:r w:rsidR="00184E27" w:rsidRPr="00180E44">
              <w:rPr>
                <w:lang w:val="en-GB"/>
              </w:rPr>
              <w:t>ML</w:t>
            </w:r>
            <w:r w:rsidRPr="00180E44">
              <w:rPr>
                <w:lang w:val="en-GB"/>
              </w:rPr>
              <w:t>)</w:t>
            </w:r>
          </w:p>
        </w:tc>
      </w:tr>
      <w:tr w:rsidR="00900EB4" w:rsidRPr="00180E4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Pr="00180E44" w:rsidRDefault="00550785" w:rsidP="00550785">
            <w:pPr>
              <w:pStyle w:val="FieldLabel"/>
              <w:rPr>
                <w:lang w:val="en-GB"/>
              </w:rPr>
            </w:pPr>
            <w:r w:rsidRPr="00180E44">
              <w:rPr>
                <w:lang w:val="en-GB"/>
              </w:rPr>
              <w:t>Invited a</w:t>
            </w:r>
            <w:r w:rsidR="00900EB4" w:rsidRPr="00180E4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Pr="00180E44" w:rsidRDefault="00E746A5" w:rsidP="00D651D6">
            <w:pPr>
              <w:pStyle w:val="FieldText"/>
              <w:rPr>
                <w:lang w:val="en-GB"/>
              </w:rPr>
            </w:pPr>
            <w:r w:rsidRPr="00180E44">
              <w:rPr>
                <w:lang w:val="en-GB"/>
              </w:rPr>
              <w:t xml:space="preserve">AB, </w:t>
            </w:r>
            <w:r w:rsidR="00FB039F" w:rsidRPr="00180E44">
              <w:rPr>
                <w:lang w:val="en-GB"/>
              </w:rPr>
              <w:t xml:space="preserve">Bernd Schuppener (BS), Roger Frank (RF), </w:t>
            </w:r>
            <w:r w:rsidR="00D651D6" w:rsidRPr="00180E44">
              <w:rPr>
                <w:lang w:val="en-GB"/>
              </w:rPr>
              <w:t xml:space="preserve">Giuseppe Scarpelli (GS), </w:t>
            </w:r>
            <w:r w:rsidR="00C016A0" w:rsidRPr="00180E44">
              <w:rPr>
                <w:lang w:val="en-GB"/>
              </w:rPr>
              <w:t>(</w:t>
            </w:r>
            <w:r w:rsidR="00DB5424" w:rsidRPr="00180E44">
              <w:rPr>
                <w:lang w:val="en-GB"/>
              </w:rPr>
              <w:t>ML</w:t>
            </w:r>
            <w:r w:rsidR="00C016A0" w:rsidRPr="00180E44">
              <w:rPr>
                <w:lang w:val="en-GB"/>
              </w:rPr>
              <w:t>)</w:t>
            </w:r>
          </w:p>
        </w:tc>
      </w:tr>
      <w:tr w:rsidR="00B27652" w:rsidRPr="00180E44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Pr="00180E44" w:rsidRDefault="00B27652">
            <w:pPr>
              <w:pStyle w:val="FieldLabel"/>
              <w:rPr>
                <w:lang w:val="en-GB"/>
              </w:rPr>
            </w:pPr>
            <w:r w:rsidRPr="00180E44"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Pr="00180E44" w:rsidRDefault="00505A9A" w:rsidP="00FB039F">
            <w:pPr>
              <w:pStyle w:val="FieldText"/>
              <w:rPr>
                <w:lang w:val="en-GB"/>
              </w:rPr>
            </w:pPr>
            <w:r w:rsidRPr="00180E44">
              <w:rPr>
                <w:lang w:val="en-GB"/>
              </w:rPr>
              <w:t>N</w:t>
            </w:r>
            <w:r w:rsidR="00D651D6" w:rsidRPr="00180E44">
              <w:rPr>
                <w:lang w:val="en-GB"/>
              </w:rPr>
              <w:t>one</w:t>
            </w:r>
          </w:p>
        </w:tc>
      </w:tr>
      <w:tr w:rsidR="00900EB4" w:rsidRPr="00180E4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Pr="00180E44" w:rsidRDefault="00900EB4" w:rsidP="0099731D">
            <w:pPr>
              <w:pStyle w:val="FieldLabel"/>
              <w:rPr>
                <w:lang w:val="en-GB"/>
              </w:rPr>
            </w:pPr>
            <w:r w:rsidRPr="00180E44">
              <w:rPr>
                <w:lang w:val="en-GB"/>
              </w:rPr>
              <w:t>P</w:t>
            </w:r>
            <w:r w:rsidR="0099731D" w:rsidRPr="00180E44">
              <w:rPr>
                <w:lang w:val="en-GB"/>
              </w:rPr>
              <w:t>re-meeting documents</w:t>
            </w:r>
            <w:r w:rsidRPr="00180E44"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Pr="00180E44" w:rsidRDefault="00FB039F" w:rsidP="00505A9A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 w:rsidRPr="00180E44">
              <w:rPr>
                <w:lang w:val="en-GB"/>
              </w:rPr>
              <w:t xml:space="preserve">TC250-SC7-EG0 Notes of meeting </w:t>
            </w:r>
            <w:r w:rsidR="00C016A0" w:rsidRPr="00180E44">
              <w:rPr>
                <w:lang w:val="en-GB"/>
              </w:rPr>
              <w:t>2012</w:t>
            </w:r>
            <w:r w:rsidR="00550785" w:rsidRPr="00180E44">
              <w:rPr>
                <w:lang w:val="en-GB"/>
              </w:rPr>
              <w:t>-</w:t>
            </w:r>
            <w:r w:rsidR="00D651D6" w:rsidRPr="00180E44">
              <w:rPr>
                <w:lang w:val="en-GB"/>
              </w:rPr>
              <w:t>0</w:t>
            </w:r>
            <w:r w:rsidR="00505A9A" w:rsidRPr="00180E44">
              <w:rPr>
                <w:lang w:val="en-GB"/>
              </w:rPr>
              <w:t>6</w:t>
            </w:r>
            <w:r w:rsidR="00550785" w:rsidRPr="00180E44">
              <w:rPr>
                <w:lang w:val="en-GB"/>
              </w:rPr>
              <w:t>-</w:t>
            </w:r>
            <w:r w:rsidR="00D651D6" w:rsidRPr="00180E44">
              <w:rPr>
                <w:lang w:val="en-GB"/>
              </w:rPr>
              <w:t>1</w:t>
            </w:r>
            <w:r w:rsidR="00505A9A" w:rsidRPr="00180E44">
              <w:rPr>
                <w:lang w:val="en-GB"/>
              </w:rPr>
              <w:t>5</w:t>
            </w:r>
            <w:r w:rsidRPr="00180E44">
              <w:rPr>
                <w:lang w:val="en-GB"/>
              </w:rPr>
              <w:t>.docx</w:t>
            </w:r>
          </w:p>
        </w:tc>
      </w:tr>
      <w:tr w:rsidR="00900EB4" w:rsidRPr="00180E4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Pr="00180E44" w:rsidRDefault="00900EB4">
            <w:pPr>
              <w:pStyle w:val="Heading2"/>
              <w:rPr>
                <w:lang w:val="en-GB"/>
              </w:rPr>
            </w:pPr>
            <w:r w:rsidRPr="00180E44">
              <w:rPr>
                <w:lang w:val="en-GB"/>
              </w:rPr>
              <w:t>Agenda Items</w:t>
            </w:r>
          </w:p>
          <w:p w:rsidR="00900EB4" w:rsidRPr="00180E44" w:rsidRDefault="00900EB4">
            <w:pPr>
              <w:rPr>
                <w:lang w:val="en-GB"/>
              </w:rPr>
            </w:pPr>
          </w:p>
        </w:tc>
      </w:tr>
      <w:tr w:rsidR="00900EB4" w:rsidRPr="00180E4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Pr="00180E44" w:rsidRDefault="00900EB4">
            <w:pPr>
              <w:pStyle w:val="Heading3"/>
              <w:rPr>
                <w:lang w:val="en-GB"/>
              </w:rPr>
            </w:pPr>
            <w:r w:rsidRPr="00180E44"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Pr="00180E44" w:rsidRDefault="00900EB4" w:rsidP="002D7B9A">
            <w:pPr>
              <w:pStyle w:val="Heading3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Pr="00180E44" w:rsidRDefault="00900EB4" w:rsidP="002D7B9A">
            <w:pPr>
              <w:pStyle w:val="Heading3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Time Allotted</w:t>
            </w:r>
            <w:r w:rsidR="002D7B9A" w:rsidRPr="00180E44">
              <w:rPr>
                <w:lang w:val="en-GB"/>
              </w:rPr>
              <w:t xml:space="preserve"> (</w:t>
            </w:r>
            <w:proofErr w:type="spellStart"/>
            <w:r w:rsidR="002D7B9A" w:rsidRPr="00180E44">
              <w:rPr>
                <w:lang w:val="en-GB"/>
              </w:rPr>
              <w:t>mins</w:t>
            </w:r>
            <w:proofErr w:type="spellEnd"/>
            <w:r w:rsidR="002D7B9A" w:rsidRPr="00180E44">
              <w:rPr>
                <w:lang w:val="en-GB"/>
              </w:rPr>
              <w:t>)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Notes of previous EG0 meeting on 15</w:t>
            </w:r>
            <w:r w:rsidRPr="00180E44">
              <w:rPr>
                <w:vertAlign w:val="superscript"/>
                <w:lang w:val="en-GB"/>
              </w:rPr>
              <w:t>th</w:t>
            </w:r>
            <w:r w:rsidRPr="00180E44">
              <w:rPr>
                <w:lang w:val="en-GB"/>
              </w:rPr>
              <w:t xml:space="preserve"> June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AB/ML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5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EG1: Anchors – new Section for circulation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AB/ML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20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Future meeting: SC7 ‘Technical’ meeting Oct 2012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15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Other EGs: progress/timetable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5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 xml:space="preserve">Registration of members; NAs; Turkey; </w:t>
            </w:r>
            <w:proofErr w:type="spellStart"/>
            <w:r w:rsidRPr="00180E44">
              <w:rPr>
                <w:lang w:val="en-GB"/>
              </w:rPr>
              <w:t>etc</w:t>
            </w:r>
            <w:proofErr w:type="spellEnd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5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Future work: revision of SC7 proposal for evolution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5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Future meeting: Moscow State University 21</w:t>
            </w:r>
            <w:r w:rsidRPr="00180E44">
              <w:rPr>
                <w:vertAlign w:val="superscript"/>
                <w:lang w:val="en-GB"/>
              </w:rPr>
              <w:t>st</w:t>
            </w:r>
            <w:r w:rsidRPr="00180E44">
              <w:rPr>
                <w:lang w:val="en-GB"/>
              </w:rPr>
              <w:t>-25</w:t>
            </w:r>
            <w:r w:rsidRPr="00180E44">
              <w:rPr>
                <w:vertAlign w:val="superscript"/>
                <w:lang w:val="en-GB"/>
              </w:rPr>
              <w:t>th</w:t>
            </w:r>
            <w:r w:rsidRPr="00180E44">
              <w:rPr>
                <w:lang w:val="en-GB"/>
              </w:rPr>
              <w:t xml:space="preserve"> May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5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5</w:t>
            </w:r>
          </w:p>
        </w:tc>
      </w:tr>
      <w:tr w:rsidR="002A241D" w:rsidRPr="00180E44" w:rsidTr="00310C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241D" w:rsidRPr="00180E44" w:rsidRDefault="002A241D" w:rsidP="00310C8D">
            <w:pPr>
              <w:pStyle w:val="ActionItems"/>
              <w:rPr>
                <w:lang w:val="en-GB"/>
              </w:rPr>
            </w:pPr>
            <w:r w:rsidRPr="00180E44">
              <w:rPr>
                <w:lang w:val="en-GB"/>
              </w:rPr>
              <w:t>Dates of next meetings</w:t>
            </w:r>
          </w:p>
          <w:p w:rsidR="002A241D" w:rsidRPr="00180E44" w:rsidRDefault="002A241D" w:rsidP="00310C8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 w:rsidRPr="00180E44">
              <w:rPr>
                <w:lang w:val="en-GB"/>
              </w:rPr>
              <w:t>(to confirm) Tues 28</w:t>
            </w:r>
            <w:r w:rsidRPr="00180E44">
              <w:rPr>
                <w:vertAlign w:val="superscript"/>
                <w:lang w:val="en-GB"/>
              </w:rPr>
              <w:t>th</w:t>
            </w:r>
            <w:r w:rsidRPr="00180E44">
              <w:rPr>
                <w:lang w:val="en-GB"/>
              </w:rPr>
              <w:t xml:space="preserve"> August 2012 at 10.00 CET</w:t>
            </w:r>
          </w:p>
          <w:p w:rsidR="002A241D" w:rsidRPr="00180E44" w:rsidRDefault="002A241D" w:rsidP="00310C8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 w:rsidRPr="00180E44">
              <w:rPr>
                <w:lang w:val="en-GB"/>
              </w:rPr>
              <w:t>(to propose) w/c Mon 24</w:t>
            </w:r>
            <w:r w:rsidRPr="00180E44">
              <w:rPr>
                <w:vertAlign w:val="superscript"/>
                <w:lang w:val="en-GB"/>
              </w:rPr>
              <w:t>th</w:t>
            </w:r>
            <w:r w:rsidRPr="00180E44">
              <w:rPr>
                <w:lang w:val="en-GB"/>
              </w:rPr>
              <w:t xml:space="preserve"> Sept 2012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241D" w:rsidRPr="00180E44" w:rsidRDefault="002A241D" w:rsidP="00310C8D">
            <w:pPr>
              <w:pStyle w:val="FieldText"/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To note</w:t>
            </w:r>
          </w:p>
        </w:tc>
      </w:tr>
      <w:tr w:rsidR="00E76D86" w:rsidRPr="00180E44" w:rsidTr="00D30C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E76D86" w:rsidRPr="00180E44" w:rsidRDefault="00E76D86" w:rsidP="00B41DEA">
            <w:pPr>
              <w:pStyle w:val="Heading2"/>
              <w:rPr>
                <w:lang w:val="en-GB"/>
              </w:rPr>
            </w:pPr>
            <w:bookmarkStart w:id="1" w:name="MinuteTopicSection"/>
            <w:r w:rsidRPr="00180E44"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961"/>
        <w:gridCol w:w="1558"/>
        <w:gridCol w:w="1979"/>
      </w:tblGrid>
      <w:tr w:rsidR="00AA703E" w:rsidRPr="00180E44" w:rsidTr="004E4497">
        <w:tc>
          <w:tcPr>
            <w:tcW w:w="6636" w:type="dxa"/>
            <w:gridSpan w:val="2"/>
          </w:tcPr>
          <w:p w:rsidR="00AA703E" w:rsidRPr="00180E44" w:rsidRDefault="00AA703E" w:rsidP="00AA703E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bookmarkStart w:id="2" w:name="MinuteAdditional"/>
            <w:bookmarkEnd w:id="1"/>
            <w:bookmarkEnd w:id="2"/>
            <w:r w:rsidRPr="00180E44">
              <w:rPr>
                <w:b/>
                <w:lang w:val="en-GB"/>
              </w:rPr>
              <w:t>Action</w:t>
            </w:r>
          </w:p>
        </w:tc>
        <w:tc>
          <w:tcPr>
            <w:tcW w:w="1558" w:type="dxa"/>
          </w:tcPr>
          <w:p w:rsidR="00AA703E" w:rsidRPr="00180E44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180E44">
              <w:rPr>
                <w:b/>
                <w:lang w:val="en-GB"/>
              </w:rPr>
              <w:t>By</w:t>
            </w:r>
          </w:p>
        </w:tc>
        <w:tc>
          <w:tcPr>
            <w:tcW w:w="1979" w:type="dxa"/>
          </w:tcPr>
          <w:p w:rsidR="00AA703E" w:rsidRPr="00180E44" w:rsidRDefault="00AA703E" w:rsidP="00B17009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 w:rsidRPr="00180E44">
              <w:rPr>
                <w:b/>
                <w:lang w:val="en-GB"/>
              </w:rPr>
              <w:t>Due by</w:t>
            </w:r>
          </w:p>
        </w:tc>
      </w:tr>
      <w:tr w:rsidR="00DA4840" w:rsidRPr="00180E44" w:rsidTr="004E4497">
        <w:tc>
          <w:tcPr>
            <w:tcW w:w="675" w:type="dxa"/>
          </w:tcPr>
          <w:p w:rsidR="00DA4840" w:rsidRPr="00180E44" w:rsidRDefault="002A241D" w:rsidP="00886AE6">
            <w:pPr>
              <w:rPr>
                <w:lang w:val="en-GB"/>
              </w:rPr>
            </w:pPr>
            <w:r w:rsidRPr="00180E44">
              <w:rPr>
                <w:lang w:val="en-GB"/>
              </w:rPr>
              <w:t>16</w:t>
            </w:r>
          </w:p>
        </w:tc>
        <w:tc>
          <w:tcPr>
            <w:tcW w:w="5961" w:type="dxa"/>
          </w:tcPr>
          <w:p w:rsidR="00DA4840" w:rsidRPr="00180E44" w:rsidRDefault="00DA4840" w:rsidP="00280757">
            <w:pPr>
              <w:rPr>
                <w:lang w:val="en-GB"/>
              </w:rPr>
            </w:pPr>
            <w:r w:rsidRPr="00180E44">
              <w:rPr>
                <w:lang w:val="en-GB"/>
              </w:rPr>
              <w:t xml:space="preserve">The notes of the previous meeting are </w:t>
            </w:r>
            <w:r w:rsidR="002A241D" w:rsidRPr="00180E44">
              <w:rPr>
                <w:lang w:val="en-GB"/>
              </w:rPr>
              <w:t>not</w:t>
            </w:r>
            <w:r w:rsidR="00095F10" w:rsidRPr="00180E44">
              <w:rPr>
                <w:lang w:val="en-GB"/>
              </w:rPr>
              <w:t xml:space="preserve"> </w:t>
            </w:r>
            <w:r w:rsidR="002A241D" w:rsidRPr="00180E44">
              <w:rPr>
                <w:lang w:val="en-GB"/>
              </w:rPr>
              <w:t>discussed</w:t>
            </w:r>
            <w:r w:rsidRPr="00180E44">
              <w:rPr>
                <w:lang w:val="en-GB"/>
              </w:rPr>
              <w:t>.</w:t>
            </w:r>
            <w:r w:rsidR="002A241D" w:rsidRPr="00180E44">
              <w:rPr>
                <w:lang w:val="en-GB"/>
              </w:rPr>
              <w:t xml:space="preserve"> To be addressed next meeting.</w:t>
            </w:r>
          </w:p>
          <w:p w:rsidR="00DA4840" w:rsidRPr="00180E44" w:rsidRDefault="00DA4840" w:rsidP="00280757">
            <w:pPr>
              <w:rPr>
                <w:lang w:val="en-GB"/>
              </w:rPr>
            </w:pPr>
          </w:p>
          <w:p w:rsidR="00315735" w:rsidRPr="00180E44" w:rsidRDefault="00315735" w:rsidP="002A241D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DA4840" w:rsidRPr="00180E44" w:rsidRDefault="002A241D" w:rsidP="00886AE6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DA4840" w:rsidRPr="00180E44" w:rsidRDefault="002A241D" w:rsidP="00AA703E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20120828</w:t>
            </w:r>
          </w:p>
        </w:tc>
      </w:tr>
      <w:tr w:rsidR="002A241D" w:rsidRPr="00180E44" w:rsidTr="004E4497">
        <w:tc>
          <w:tcPr>
            <w:tcW w:w="675" w:type="dxa"/>
          </w:tcPr>
          <w:p w:rsidR="002A241D" w:rsidRPr="00180E44" w:rsidRDefault="002A241D" w:rsidP="00886AE6">
            <w:pPr>
              <w:rPr>
                <w:lang w:val="en-GB"/>
              </w:rPr>
            </w:pPr>
            <w:r w:rsidRPr="00180E44">
              <w:rPr>
                <w:lang w:val="en-GB"/>
              </w:rPr>
              <w:t>17</w:t>
            </w:r>
          </w:p>
        </w:tc>
        <w:tc>
          <w:tcPr>
            <w:tcW w:w="5961" w:type="dxa"/>
          </w:tcPr>
          <w:p w:rsidR="00412275" w:rsidRPr="00180E44" w:rsidRDefault="002A241D" w:rsidP="00412275">
            <w:pPr>
              <w:rPr>
                <w:lang w:val="en-GB"/>
              </w:rPr>
            </w:pPr>
            <w:r w:rsidRPr="00180E44">
              <w:rPr>
                <w:lang w:val="en-GB"/>
              </w:rPr>
              <w:t>Section 8 is discusse</w:t>
            </w:r>
            <w:r w:rsidR="00412275" w:rsidRPr="00180E44">
              <w:rPr>
                <w:lang w:val="en-GB"/>
              </w:rPr>
              <w:t>d</w:t>
            </w:r>
            <w:r w:rsidRPr="00180E44">
              <w:rPr>
                <w:lang w:val="en-GB"/>
              </w:rPr>
              <w:t xml:space="preserve">. Editorial changes are made. All are in favour of sending the text to Eric for a final check on the revisions made by EG0. </w:t>
            </w:r>
          </w:p>
          <w:p w:rsidR="00412275" w:rsidRPr="00180E44" w:rsidRDefault="00412275" w:rsidP="00412275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2A241D" w:rsidRPr="00180E44" w:rsidRDefault="002A241D" w:rsidP="00886AE6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2A241D" w:rsidRPr="00180E44" w:rsidRDefault="002A241D" w:rsidP="00AA703E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20120718</w:t>
            </w:r>
          </w:p>
        </w:tc>
      </w:tr>
      <w:tr w:rsidR="00412275" w:rsidRPr="00180E44" w:rsidTr="004E4497">
        <w:tc>
          <w:tcPr>
            <w:tcW w:w="675" w:type="dxa"/>
          </w:tcPr>
          <w:p w:rsidR="00412275" w:rsidRPr="00180E44" w:rsidRDefault="00412275" w:rsidP="00886AE6">
            <w:pPr>
              <w:rPr>
                <w:lang w:val="en-GB"/>
              </w:rPr>
            </w:pPr>
            <w:r w:rsidRPr="00180E44">
              <w:rPr>
                <w:lang w:val="en-GB"/>
              </w:rPr>
              <w:t>18</w:t>
            </w:r>
          </w:p>
        </w:tc>
        <w:tc>
          <w:tcPr>
            <w:tcW w:w="5961" w:type="dxa"/>
          </w:tcPr>
          <w:p w:rsidR="00412275" w:rsidRPr="00180E44" w:rsidRDefault="00412275" w:rsidP="00412275">
            <w:pPr>
              <w:rPr>
                <w:lang w:val="en-GB"/>
              </w:rPr>
            </w:pPr>
            <w:r w:rsidRPr="00180E44">
              <w:rPr>
                <w:lang w:val="en-GB"/>
              </w:rPr>
              <w:t>Section 8 to be distributed for informal comment.</w:t>
            </w:r>
          </w:p>
          <w:p w:rsidR="00412275" w:rsidRPr="00180E44" w:rsidRDefault="00412275" w:rsidP="00412275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412275" w:rsidRPr="00180E44" w:rsidRDefault="00412275" w:rsidP="00886AE6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ML</w:t>
            </w:r>
          </w:p>
        </w:tc>
        <w:tc>
          <w:tcPr>
            <w:tcW w:w="1979" w:type="dxa"/>
          </w:tcPr>
          <w:p w:rsidR="00412275" w:rsidRPr="00180E44" w:rsidRDefault="00412275" w:rsidP="00AA703E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20120720</w:t>
            </w:r>
          </w:p>
        </w:tc>
      </w:tr>
      <w:tr w:rsidR="00412275" w:rsidRPr="00180E44" w:rsidTr="004E4497">
        <w:tc>
          <w:tcPr>
            <w:tcW w:w="675" w:type="dxa"/>
          </w:tcPr>
          <w:p w:rsidR="00412275" w:rsidRPr="00180E44" w:rsidRDefault="00412275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412275" w:rsidRPr="00180E44" w:rsidRDefault="00412275" w:rsidP="00412275">
            <w:pPr>
              <w:rPr>
                <w:lang w:val="en-GB"/>
              </w:rPr>
            </w:pPr>
            <w:r w:rsidRPr="00180E44">
              <w:rPr>
                <w:lang w:val="en-GB"/>
              </w:rPr>
              <w:t>There is no progress on EG 'soil improvement'.</w:t>
            </w:r>
          </w:p>
          <w:p w:rsidR="00412275" w:rsidRPr="00180E44" w:rsidRDefault="00412275" w:rsidP="00412275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412275" w:rsidRPr="00180E44" w:rsidRDefault="00412275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412275" w:rsidRPr="00180E44" w:rsidRDefault="00412275" w:rsidP="00AA703E">
            <w:pPr>
              <w:jc w:val="center"/>
              <w:rPr>
                <w:lang w:val="en-GB"/>
              </w:rPr>
            </w:pPr>
          </w:p>
        </w:tc>
      </w:tr>
      <w:tr w:rsidR="00412275" w:rsidRPr="00180E44" w:rsidTr="004E4497">
        <w:tc>
          <w:tcPr>
            <w:tcW w:w="675" w:type="dxa"/>
          </w:tcPr>
          <w:p w:rsidR="00412275" w:rsidRPr="00180E44" w:rsidRDefault="00412275" w:rsidP="00886AE6">
            <w:pPr>
              <w:rPr>
                <w:lang w:val="en-GB"/>
              </w:rPr>
            </w:pPr>
            <w:r w:rsidRPr="00180E44">
              <w:rPr>
                <w:lang w:val="en-GB"/>
              </w:rPr>
              <w:t>19</w:t>
            </w:r>
          </w:p>
        </w:tc>
        <w:tc>
          <w:tcPr>
            <w:tcW w:w="5961" w:type="dxa"/>
          </w:tcPr>
          <w:p w:rsidR="00412275" w:rsidRPr="00180E44" w:rsidRDefault="00412275" w:rsidP="00412275">
            <w:pPr>
              <w:rPr>
                <w:lang w:val="en-GB"/>
              </w:rPr>
            </w:pPr>
            <w:r w:rsidRPr="00180E44">
              <w:rPr>
                <w:lang w:val="en-GB"/>
              </w:rPr>
              <w:t>EG7 and EG0 to make a proposal for requesting funding for preliminary harmonization of 'pile design'.</w:t>
            </w:r>
          </w:p>
          <w:p w:rsidR="00412275" w:rsidRPr="00180E44" w:rsidRDefault="00412275" w:rsidP="00412275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412275" w:rsidRPr="00180E44" w:rsidRDefault="00412275" w:rsidP="00886AE6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AB/BS/ML/EG7</w:t>
            </w:r>
          </w:p>
        </w:tc>
        <w:tc>
          <w:tcPr>
            <w:tcW w:w="1979" w:type="dxa"/>
          </w:tcPr>
          <w:p w:rsidR="00412275" w:rsidRPr="00180E44" w:rsidRDefault="00412275" w:rsidP="00AA703E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20120828</w:t>
            </w:r>
          </w:p>
        </w:tc>
      </w:tr>
      <w:tr w:rsidR="00584D4F" w:rsidRPr="00180E44" w:rsidTr="004E4497">
        <w:tc>
          <w:tcPr>
            <w:tcW w:w="675" w:type="dxa"/>
          </w:tcPr>
          <w:p w:rsidR="00584D4F" w:rsidRPr="00180E44" w:rsidRDefault="00584D4F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584D4F" w:rsidRPr="00180E44" w:rsidRDefault="00584D4F" w:rsidP="00584D4F">
            <w:pPr>
              <w:rPr>
                <w:lang w:val="en-GB"/>
              </w:rPr>
            </w:pPr>
            <w:r w:rsidRPr="00180E44">
              <w:rPr>
                <w:lang w:val="en-GB"/>
              </w:rPr>
              <w:t>There are no updates on (new) members and NA's.</w:t>
            </w:r>
          </w:p>
          <w:p w:rsidR="00584D4F" w:rsidRPr="00180E44" w:rsidRDefault="00584D4F" w:rsidP="00584D4F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584D4F" w:rsidRPr="00180E44" w:rsidRDefault="00584D4F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584D4F" w:rsidRPr="00180E44" w:rsidRDefault="00584D4F" w:rsidP="00AA703E">
            <w:pPr>
              <w:jc w:val="center"/>
              <w:rPr>
                <w:lang w:val="en-GB"/>
              </w:rPr>
            </w:pPr>
          </w:p>
        </w:tc>
      </w:tr>
      <w:tr w:rsidR="00584D4F" w:rsidRPr="00180E44" w:rsidTr="004E4497">
        <w:tc>
          <w:tcPr>
            <w:tcW w:w="675" w:type="dxa"/>
          </w:tcPr>
          <w:p w:rsidR="00584D4F" w:rsidRPr="00180E44" w:rsidRDefault="00584D4F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584D4F" w:rsidRPr="00180E44" w:rsidRDefault="00584D4F" w:rsidP="00584D4F">
            <w:pPr>
              <w:rPr>
                <w:lang w:val="en-GB"/>
              </w:rPr>
            </w:pPr>
            <w:r w:rsidRPr="00180E44">
              <w:rPr>
                <w:lang w:val="en-GB"/>
              </w:rPr>
              <w:t>The revision proposal is not discussed.</w:t>
            </w:r>
          </w:p>
          <w:p w:rsidR="00584D4F" w:rsidRPr="00180E44" w:rsidRDefault="00584D4F" w:rsidP="00584D4F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584D4F" w:rsidRPr="00180E44" w:rsidRDefault="00584D4F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584D4F" w:rsidRPr="00180E44" w:rsidRDefault="00584D4F" w:rsidP="00AA703E">
            <w:pPr>
              <w:jc w:val="center"/>
              <w:rPr>
                <w:lang w:val="en-GB"/>
              </w:rPr>
            </w:pPr>
          </w:p>
        </w:tc>
      </w:tr>
      <w:tr w:rsidR="00584D4F" w:rsidRPr="00180E44" w:rsidTr="004E4497">
        <w:tc>
          <w:tcPr>
            <w:tcW w:w="675" w:type="dxa"/>
          </w:tcPr>
          <w:p w:rsidR="00584D4F" w:rsidRPr="00180E44" w:rsidRDefault="00584D4F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584D4F" w:rsidRPr="00180E44" w:rsidRDefault="00584D4F" w:rsidP="00584D4F">
            <w:pPr>
              <w:rPr>
                <w:lang w:val="en-GB"/>
              </w:rPr>
            </w:pPr>
            <w:r w:rsidRPr="00180E44">
              <w:rPr>
                <w:lang w:val="en-GB"/>
              </w:rPr>
              <w:t>There are no updates from Moscow regarding the lecture series.</w:t>
            </w:r>
          </w:p>
          <w:p w:rsidR="00584D4F" w:rsidRPr="00180E44" w:rsidRDefault="00584D4F" w:rsidP="00584D4F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584D4F" w:rsidRPr="00180E44" w:rsidRDefault="00584D4F" w:rsidP="00886AE6">
            <w:pPr>
              <w:jc w:val="center"/>
              <w:rPr>
                <w:lang w:val="en-GB"/>
              </w:rPr>
            </w:pPr>
          </w:p>
        </w:tc>
        <w:tc>
          <w:tcPr>
            <w:tcW w:w="1979" w:type="dxa"/>
          </w:tcPr>
          <w:p w:rsidR="00584D4F" w:rsidRPr="00180E44" w:rsidRDefault="00584D4F" w:rsidP="00AA703E">
            <w:pPr>
              <w:jc w:val="center"/>
              <w:rPr>
                <w:lang w:val="en-GB"/>
              </w:rPr>
            </w:pPr>
          </w:p>
        </w:tc>
      </w:tr>
      <w:tr w:rsidR="00412275" w:rsidRPr="00180E44" w:rsidTr="004E4497">
        <w:tc>
          <w:tcPr>
            <w:tcW w:w="675" w:type="dxa"/>
          </w:tcPr>
          <w:p w:rsidR="00412275" w:rsidRPr="00180E44" w:rsidRDefault="00412275" w:rsidP="00886AE6">
            <w:pPr>
              <w:rPr>
                <w:lang w:val="en-GB"/>
              </w:rPr>
            </w:pPr>
            <w:r w:rsidRPr="00180E44">
              <w:rPr>
                <w:lang w:val="en-GB"/>
              </w:rPr>
              <w:t>20</w:t>
            </w:r>
          </w:p>
        </w:tc>
        <w:tc>
          <w:tcPr>
            <w:tcW w:w="5961" w:type="dxa"/>
          </w:tcPr>
          <w:p w:rsidR="00412275" w:rsidRPr="00180E44" w:rsidRDefault="00412275" w:rsidP="00584D4F">
            <w:pPr>
              <w:rPr>
                <w:lang w:val="en-GB"/>
              </w:rPr>
            </w:pPr>
            <w:r w:rsidRPr="00180E44">
              <w:rPr>
                <w:lang w:val="en-GB"/>
              </w:rPr>
              <w:t xml:space="preserve">A newsletter regarding events and progress in SC7 will be made. It will include information about the meeting in October and a request for </w:t>
            </w:r>
            <w:r w:rsidR="00584D4F" w:rsidRPr="00180E44">
              <w:rPr>
                <w:lang w:val="en-GB"/>
              </w:rPr>
              <w:t xml:space="preserve">the </w:t>
            </w:r>
            <w:r w:rsidR="00584D4F" w:rsidRPr="00180E44">
              <w:rPr>
                <w:lang w:val="en-GB"/>
              </w:rPr>
              <w:t>notes</w:t>
            </w:r>
            <w:r w:rsidR="00584D4F" w:rsidRPr="00180E44">
              <w:rPr>
                <w:lang w:val="en-GB"/>
              </w:rPr>
              <w:t xml:space="preserve"> from the EG's (Q2 period 2012)</w:t>
            </w:r>
            <w:r w:rsidRPr="00180E44">
              <w:rPr>
                <w:lang w:val="en-GB"/>
              </w:rPr>
              <w:t>.</w:t>
            </w:r>
          </w:p>
          <w:p w:rsidR="00584D4F" w:rsidRPr="00180E44" w:rsidRDefault="00584D4F" w:rsidP="00584D4F">
            <w:pPr>
              <w:rPr>
                <w:lang w:val="en-GB"/>
              </w:rPr>
            </w:pPr>
          </w:p>
        </w:tc>
        <w:tc>
          <w:tcPr>
            <w:tcW w:w="1558" w:type="dxa"/>
          </w:tcPr>
          <w:p w:rsidR="00412275" w:rsidRPr="00180E44" w:rsidRDefault="00584D4F" w:rsidP="00886AE6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AB</w:t>
            </w:r>
          </w:p>
        </w:tc>
        <w:tc>
          <w:tcPr>
            <w:tcW w:w="1979" w:type="dxa"/>
          </w:tcPr>
          <w:p w:rsidR="00412275" w:rsidRPr="00180E44" w:rsidRDefault="00584D4F" w:rsidP="00AA703E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t>20120720</w:t>
            </w:r>
          </w:p>
        </w:tc>
      </w:tr>
      <w:tr w:rsidR="00584D4F" w:rsidRPr="00180E44" w:rsidTr="004E4497">
        <w:tc>
          <w:tcPr>
            <w:tcW w:w="675" w:type="dxa"/>
          </w:tcPr>
          <w:p w:rsidR="00584D4F" w:rsidRPr="00180E44" w:rsidRDefault="00584D4F" w:rsidP="00886AE6">
            <w:pPr>
              <w:rPr>
                <w:lang w:val="en-GB"/>
              </w:rPr>
            </w:pPr>
          </w:p>
        </w:tc>
        <w:tc>
          <w:tcPr>
            <w:tcW w:w="5961" w:type="dxa"/>
          </w:tcPr>
          <w:p w:rsidR="00584D4F" w:rsidRPr="00180E44" w:rsidRDefault="00584D4F" w:rsidP="00584D4F">
            <w:pPr>
              <w:rPr>
                <w:lang w:val="en-GB"/>
              </w:rPr>
            </w:pPr>
            <w:r w:rsidRPr="00180E44">
              <w:rPr>
                <w:lang w:val="en-GB"/>
              </w:rPr>
              <w:t>Dates of next meetings:</w:t>
            </w:r>
          </w:p>
          <w:p w:rsidR="00584D4F" w:rsidRPr="00180E44" w:rsidRDefault="00584D4F" w:rsidP="00584D4F">
            <w:pPr>
              <w:rPr>
                <w:lang w:val="en-GB"/>
              </w:rPr>
            </w:pPr>
            <w:r w:rsidRPr="00180E44">
              <w:rPr>
                <w:lang w:val="en-GB"/>
              </w:rPr>
              <w:t xml:space="preserve">Tuesday 28 </w:t>
            </w:r>
            <w:r w:rsidR="00180E44">
              <w:rPr>
                <w:lang w:val="en-GB"/>
              </w:rPr>
              <w:t>A</w:t>
            </w:r>
            <w:r w:rsidRPr="00180E44">
              <w:rPr>
                <w:lang w:val="en-GB"/>
              </w:rPr>
              <w:t>ugust 2012 at 10.00 CET, 9.00 BST.</w:t>
            </w:r>
          </w:p>
          <w:p w:rsidR="00584D4F" w:rsidRPr="00180E44" w:rsidRDefault="00584D4F" w:rsidP="00584D4F">
            <w:pPr>
              <w:rPr>
                <w:lang w:val="en-GB"/>
              </w:rPr>
            </w:pPr>
            <w:r w:rsidRPr="00180E44">
              <w:rPr>
                <w:lang w:val="en-GB"/>
              </w:rPr>
              <w:t>Mon</w:t>
            </w:r>
            <w:r w:rsidR="00180E44">
              <w:rPr>
                <w:lang w:val="en-GB"/>
              </w:rPr>
              <w:t>day</w:t>
            </w:r>
            <w:r w:rsidRPr="00180E44">
              <w:rPr>
                <w:lang w:val="en-GB"/>
              </w:rPr>
              <w:t xml:space="preserve"> 24 </w:t>
            </w:r>
            <w:r w:rsidR="00180E44" w:rsidRPr="00180E44">
              <w:rPr>
                <w:lang w:val="en-GB"/>
              </w:rPr>
              <w:t>September</w:t>
            </w:r>
            <w:r w:rsidRPr="00180E44">
              <w:rPr>
                <w:lang w:val="en-GB"/>
              </w:rPr>
              <w:t xml:space="preserve"> 2012 at 10.00 CET, 9.00 BST (to be confirmed)</w:t>
            </w:r>
          </w:p>
        </w:tc>
        <w:tc>
          <w:tcPr>
            <w:tcW w:w="1558" w:type="dxa"/>
          </w:tcPr>
          <w:p w:rsidR="00584D4F" w:rsidRPr="00180E44" w:rsidRDefault="00584D4F" w:rsidP="00886AE6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br/>
              <w:t>AB</w:t>
            </w:r>
            <w:r w:rsidRPr="00180E44">
              <w:rPr>
                <w:lang w:val="en-GB"/>
              </w:rPr>
              <w:br/>
            </w:r>
            <w:proofErr w:type="spellStart"/>
            <w:r w:rsidRPr="00180E44">
              <w:rPr>
                <w:lang w:val="en-GB"/>
              </w:rPr>
              <w:t>AB</w:t>
            </w:r>
            <w:proofErr w:type="spellEnd"/>
          </w:p>
        </w:tc>
        <w:tc>
          <w:tcPr>
            <w:tcW w:w="1979" w:type="dxa"/>
          </w:tcPr>
          <w:p w:rsidR="00584D4F" w:rsidRPr="00180E44" w:rsidRDefault="00505A9A" w:rsidP="00AA703E">
            <w:pPr>
              <w:jc w:val="center"/>
              <w:rPr>
                <w:lang w:val="en-GB"/>
              </w:rPr>
            </w:pPr>
            <w:r w:rsidRPr="00180E44">
              <w:rPr>
                <w:lang w:val="en-GB"/>
              </w:rPr>
              <w:br/>
              <w:t>20120828</w:t>
            </w:r>
            <w:r w:rsidRPr="00180E44">
              <w:rPr>
                <w:lang w:val="en-GB"/>
              </w:rPr>
              <w:br/>
              <w:t>20120828</w:t>
            </w:r>
          </w:p>
        </w:tc>
      </w:tr>
    </w:tbl>
    <w:p w:rsidR="00AA703E" w:rsidRPr="00180E44" w:rsidRDefault="00AA703E">
      <w:pPr>
        <w:rPr>
          <w:lang w:val="en-GB"/>
        </w:rPr>
      </w:pPr>
    </w:p>
    <w:sectPr w:rsidR="00AA703E" w:rsidRPr="00180E44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B2928"/>
    <w:multiLevelType w:val="hybridMultilevel"/>
    <w:tmpl w:val="3F10C2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BE0DCD"/>
    <w:multiLevelType w:val="hybridMultilevel"/>
    <w:tmpl w:val="629C660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04091"/>
    <w:multiLevelType w:val="hybridMultilevel"/>
    <w:tmpl w:val="624460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462B3C"/>
    <w:multiLevelType w:val="hybridMultilevel"/>
    <w:tmpl w:val="91B42B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004B9"/>
    <w:rsid w:val="00026265"/>
    <w:rsid w:val="00044496"/>
    <w:rsid w:val="0006600F"/>
    <w:rsid w:val="00095F10"/>
    <w:rsid w:val="000C7F80"/>
    <w:rsid w:val="001013EF"/>
    <w:rsid w:val="00111365"/>
    <w:rsid w:val="001238E7"/>
    <w:rsid w:val="001642D5"/>
    <w:rsid w:val="00180E44"/>
    <w:rsid w:val="00181A9A"/>
    <w:rsid w:val="00184E27"/>
    <w:rsid w:val="001979F0"/>
    <w:rsid w:val="001B7D86"/>
    <w:rsid w:val="001C336F"/>
    <w:rsid w:val="001D3BCC"/>
    <w:rsid w:val="001F53DB"/>
    <w:rsid w:val="001F5CE5"/>
    <w:rsid w:val="00200CA4"/>
    <w:rsid w:val="00211623"/>
    <w:rsid w:val="002353C8"/>
    <w:rsid w:val="00280757"/>
    <w:rsid w:val="002A241D"/>
    <w:rsid w:val="002C7B6D"/>
    <w:rsid w:val="002D7B9A"/>
    <w:rsid w:val="00315735"/>
    <w:rsid w:val="003423E2"/>
    <w:rsid w:val="003C3213"/>
    <w:rsid w:val="003D3581"/>
    <w:rsid w:val="0040510A"/>
    <w:rsid w:val="00412275"/>
    <w:rsid w:val="00436962"/>
    <w:rsid w:val="00466B5C"/>
    <w:rsid w:val="004751A0"/>
    <w:rsid w:val="004E35AF"/>
    <w:rsid w:val="004E4497"/>
    <w:rsid w:val="004F1CAC"/>
    <w:rsid w:val="00501F7A"/>
    <w:rsid w:val="00505A9A"/>
    <w:rsid w:val="00513400"/>
    <w:rsid w:val="005469B1"/>
    <w:rsid w:val="00550785"/>
    <w:rsid w:val="00584D4F"/>
    <w:rsid w:val="00593B76"/>
    <w:rsid w:val="00644FF3"/>
    <w:rsid w:val="00667710"/>
    <w:rsid w:val="0071698D"/>
    <w:rsid w:val="007429B0"/>
    <w:rsid w:val="00750692"/>
    <w:rsid w:val="00776178"/>
    <w:rsid w:val="00790771"/>
    <w:rsid w:val="007C4AC5"/>
    <w:rsid w:val="0080429C"/>
    <w:rsid w:val="00853056"/>
    <w:rsid w:val="00886AE6"/>
    <w:rsid w:val="0089271C"/>
    <w:rsid w:val="008A0F3C"/>
    <w:rsid w:val="008F3CB5"/>
    <w:rsid w:val="00900EB4"/>
    <w:rsid w:val="0090713D"/>
    <w:rsid w:val="00910552"/>
    <w:rsid w:val="0091619E"/>
    <w:rsid w:val="00940362"/>
    <w:rsid w:val="00955DE2"/>
    <w:rsid w:val="00971C3D"/>
    <w:rsid w:val="00982F6B"/>
    <w:rsid w:val="0099731D"/>
    <w:rsid w:val="009D107B"/>
    <w:rsid w:val="009E527D"/>
    <w:rsid w:val="00A0151F"/>
    <w:rsid w:val="00A121B4"/>
    <w:rsid w:val="00A2540B"/>
    <w:rsid w:val="00A35F49"/>
    <w:rsid w:val="00A50246"/>
    <w:rsid w:val="00A63423"/>
    <w:rsid w:val="00A75BF7"/>
    <w:rsid w:val="00A90DA2"/>
    <w:rsid w:val="00AA703E"/>
    <w:rsid w:val="00AB2A5D"/>
    <w:rsid w:val="00AB724E"/>
    <w:rsid w:val="00AC4432"/>
    <w:rsid w:val="00B17009"/>
    <w:rsid w:val="00B27652"/>
    <w:rsid w:val="00B413DB"/>
    <w:rsid w:val="00B41DEA"/>
    <w:rsid w:val="00BA484D"/>
    <w:rsid w:val="00C016A0"/>
    <w:rsid w:val="00C764BB"/>
    <w:rsid w:val="00CC0199"/>
    <w:rsid w:val="00CC25D2"/>
    <w:rsid w:val="00D00D73"/>
    <w:rsid w:val="00D017CF"/>
    <w:rsid w:val="00D30C9C"/>
    <w:rsid w:val="00D43E21"/>
    <w:rsid w:val="00D651D6"/>
    <w:rsid w:val="00D9202B"/>
    <w:rsid w:val="00DA4840"/>
    <w:rsid w:val="00DB445C"/>
    <w:rsid w:val="00DB5424"/>
    <w:rsid w:val="00E66BE2"/>
    <w:rsid w:val="00E67CF8"/>
    <w:rsid w:val="00E746A5"/>
    <w:rsid w:val="00E76D86"/>
    <w:rsid w:val="00EF1DEC"/>
    <w:rsid w:val="00FB039F"/>
    <w:rsid w:val="00FB1334"/>
    <w:rsid w:val="00FB18F3"/>
    <w:rsid w:val="00FD4168"/>
    <w:rsid w:val="00FE04E6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5735"/>
    <w:pPr>
      <w:ind w:left="720"/>
    </w:pPr>
    <w:rPr>
      <w:rFonts w:ascii="Calibri" w:eastAsiaTheme="minorHAnsi" w:hAnsi="Calibri" w:cs="Calibri"/>
      <w:sz w:val="22"/>
      <w:szCs w:val="22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5735"/>
    <w:pPr>
      <w:ind w:left="720"/>
    </w:pPr>
    <w:rPr>
      <w:rFonts w:ascii="Calibri" w:eastAsiaTheme="minorHAnsi" w:hAnsi="Calibri" w:cs="Calibri"/>
      <w:sz w:val="22"/>
      <w:szCs w:val="2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3</cp:revision>
  <cp:lastPrinted>2011-12-12T08:44:00Z</cp:lastPrinted>
  <dcterms:created xsi:type="dcterms:W3CDTF">2012-07-17T11:55:00Z</dcterms:created>
  <dcterms:modified xsi:type="dcterms:W3CDTF">2012-07-17T11:56:00Z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